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490" w:rsidRPr="000360E0" w:rsidRDefault="00D91490" w:rsidP="00036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0E0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D91490" w:rsidRPr="000360E0" w:rsidRDefault="00D91490" w:rsidP="00036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0E0">
        <w:rPr>
          <w:rFonts w:ascii="Times New Roman" w:hAnsi="Times New Roman"/>
          <w:b/>
          <w:sz w:val="28"/>
          <w:szCs w:val="28"/>
        </w:rPr>
        <w:t>БРЯНСКАЯ  ОБЛАСТЬ</w:t>
      </w:r>
    </w:p>
    <w:p w:rsidR="00D91490" w:rsidRPr="000360E0" w:rsidRDefault="00D91490" w:rsidP="00036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0E0">
        <w:rPr>
          <w:rFonts w:ascii="Times New Roman" w:hAnsi="Times New Roman"/>
          <w:b/>
          <w:sz w:val="28"/>
          <w:szCs w:val="28"/>
        </w:rPr>
        <w:t>АДМИНИСТРАЦИЯ МГЛИНСКОГО РАЙОНА</w:t>
      </w:r>
    </w:p>
    <w:p w:rsidR="00D91490" w:rsidRPr="000360E0" w:rsidRDefault="00D91490" w:rsidP="00036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1490" w:rsidRPr="000360E0" w:rsidRDefault="00D91490" w:rsidP="00036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60E0">
        <w:rPr>
          <w:rFonts w:ascii="Times New Roman" w:hAnsi="Times New Roman"/>
          <w:b/>
          <w:sz w:val="28"/>
          <w:szCs w:val="28"/>
        </w:rPr>
        <w:t>ПОСТАНОВЛЕНИЕ</w:t>
      </w:r>
    </w:p>
    <w:p w:rsidR="00D91490" w:rsidRPr="00DA302B" w:rsidRDefault="00D91490" w:rsidP="000360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1490" w:rsidRPr="00DA302B" w:rsidRDefault="00D91490" w:rsidP="000360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A302B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17.02.2016г. </w:t>
      </w:r>
      <w:r w:rsidRPr="00DA302B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 xml:space="preserve"> 138</w:t>
      </w:r>
    </w:p>
    <w:p w:rsidR="00D91490" w:rsidRPr="00DA302B" w:rsidRDefault="00D91490" w:rsidP="000360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A302B">
        <w:rPr>
          <w:rFonts w:ascii="Times New Roman" w:hAnsi="Times New Roman"/>
          <w:b/>
          <w:sz w:val="28"/>
          <w:szCs w:val="28"/>
        </w:rPr>
        <w:t xml:space="preserve">             г.Мглин</w:t>
      </w:r>
    </w:p>
    <w:p w:rsidR="00D91490" w:rsidRPr="00231995" w:rsidRDefault="00D91490" w:rsidP="00B6340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91490" w:rsidRPr="00637578" w:rsidRDefault="00D91490" w:rsidP="00637578">
      <w:pPr>
        <w:tabs>
          <w:tab w:val="left" w:pos="142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  <w:r w:rsidRPr="00637578">
        <w:rPr>
          <w:rFonts w:ascii="Times New Roman" w:hAnsi="Times New Roman"/>
          <w:b/>
          <w:sz w:val="28"/>
          <w:szCs w:val="28"/>
        </w:rPr>
        <w:t xml:space="preserve">Об адресном закреплении мест проживания </w:t>
      </w:r>
    </w:p>
    <w:p w:rsidR="00D91490" w:rsidRPr="00637578" w:rsidRDefault="00D91490" w:rsidP="00637578">
      <w:pPr>
        <w:tabs>
          <w:tab w:val="left" w:pos="142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  <w:r w:rsidRPr="00637578">
        <w:rPr>
          <w:rFonts w:ascii="Times New Roman" w:hAnsi="Times New Roman"/>
          <w:b/>
          <w:sz w:val="28"/>
          <w:szCs w:val="28"/>
        </w:rPr>
        <w:t xml:space="preserve">граждан, состоящих на учете в «группе риска», </w:t>
      </w:r>
    </w:p>
    <w:p w:rsidR="00D91490" w:rsidRPr="00637578" w:rsidRDefault="00D91490" w:rsidP="00637578">
      <w:pPr>
        <w:tabs>
          <w:tab w:val="left" w:pos="142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  <w:r w:rsidRPr="00637578">
        <w:rPr>
          <w:rFonts w:ascii="Times New Roman" w:hAnsi="Times New Roman"/>
          <w:b/>
          <w:sz w:val="28"/>
          <w:szCs w:val="28"/>
        </w:rPr>
        <w:t>проживающих на территории Мглинского района</w:t>
      </w:r>
    </w:p>
    <w:p w:rsidR="00D91490" w:rsidRPr="00637578" w:rsidRDefault="00D91490" w:rsidP="00637578">
      <w:pPr>
        <w:tabs>
          <w:tab w:val="left" w:pos="142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</w:p>
    <w:p w:rsidR="00D91490" w:rsidRPr="00637578" w:rsidRDefault="00D91490" w:rsidP="00637578">
      <w:pPr>
        <w:tabs>
          <w:tab w:val="left" w:pos="142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</w:p>
    <w:p w:rsidR="00D91490" w:rsidRDefault="00D91490" w:rsidP="00637578">
      <w:pPr>
        <w:tabs>
          <w:tab w:val="left" w:pos="142"/>
          <w:tab w:val="left" w:pos="993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Ввиду негативной обстановки с пожарами, сложившейся на территории Мглинского района, в целях усиления проведения комплекса надзорно-профилактических мероприятий, направленных на стабилизацию обстановки с пожарами и недопущения гибели людей:</w:t>
      </w:r>
    </w:p>
    <w:p w:rsidR="00D91490" w:rsidRPr="00CC78AA" w:rsidRDefault="00D91490" w:rsidP="00DA302B">
      <w:pPr>
        <w:spacing w:after="0" w:line="240" w:lineRule="auto"/>
        <w:ind w:firstLine="550"/>
        <w:jc w:val="both"/>
        <w:rPr>
          <w:rFonts w:ascii="Times New Roman" w:hAnsi="Times New Roman"/>
          <w:b/>
          <w:sz w:val="28"/>
          <w:szCs w:val="28"/>
        </w:rPr>
      </w:pPr>
      <w:r w:rsidRPr="00CC78AA">
        <w:rPr>
          <w:rFonts w:ascii="Times New Roman" w:hAnsi="Times New Roman"/>
          <w:b/>
          <w:sz w:val="28"/>
          <w:szCs w:val="28"/>
        </w:rPr>
        <w:t>ПОСТАНОВЛЯЮ:</w:t>
      </w:r>
    </w:p>
    <w:p w:rsidR="00D91490" w:rsidRPr="00637578" w:rsidRDefault="00D91490" w:rsidP="00637578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Адресно закрепить места проживания граждан состоящих на учете в «группе риска» за следующими службами и ведомствами:</w:t>
      </w:r>
    </w:p>
    <w:p w:rsidR="00D91490" w:rsidRPr="00637578" w:rsidRDefault="00D91490" w:rsidP="00637578">
      <w:pPr>
        <w:pStyle w:val="ListParagraph"/>
        <w:numPr>
          <w:ilvl w:val="0"/>
          <w:numId w:val="8"/>
        </w:numPr>
        <w:tabs>
          <w:tab w:val="left" w:pos="0"/>
          <w:tab w:val="left" w:pos="142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 xml:space="preserve">ГБУ «Комплексный центр социального обслуживания населения Мглинского района»: многодетные семьи, одинокие престарелые граждане, инвалиды </w:t>
      </w:r>
      <w:r w:rsidRPr="00637578">
        <w:rPr>
          <w:rFonts w:ascii="Times New Roman" w:hAnsi="Times New Roman"/>
          <w:sz w:val="28"/>
          <w:szCs w:val="28"/>
          <w:lang w:val="en-US"/>
        </w:rPr>
        <w:t>I</w:t>
      </w:r>
      <w:r w:rsidRPr="00637578">
        <w:rPr>
          <w:rFonts w:ascii="Times New Roman" w:hAnsi="Times New Roman"/>
          <w:sz w:val="28"/>
          <w:szCs w:val="28"/>
        </w:rPr>
        <w:t xml:space="preserve"> группы.</w:t>
      </w:r>
    </w:p>
    <w:p w:rsidR="00D91490" w:rsidRPr="00637578" w:rsidRDefault="00D91490" w:rsidP="00637578">
      <w:pPr>
        <w:pStyle w:val="ListParagraph"/>
        <w:numPr>
          <w:ilvl w:val="0"/>
          <w:numId w:val="8"/>
        </w:numPr>
        <w:tabs>
          <w:tab w:val="left" w:pos="0"/>
          <w:tab w:val="left" w:pos="142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Отделение Полиции «Мглинское» МО МВД России «Унечский»: лица злоупотребляющие алкоголем, наркотическими средствами, ведущие аморальный образ жизни.</w:t>
      </w:r>
    </w:p>
    <w:p w:rsidR="00D91490" w:rsidRPr="00637578" w:rsidRDefault="00D91490" w:rsidP="00637578">
      <w:pPr>
        <w:pStyle w:val="ListParagraph"/>
        <w:numPr>
          <w:ilvl w:val="0"/>
          <w:numId w:val="8"/>
        </w:numPr>
        <w:tabs>
          <w:tab w:val="left" w:pos="0"/>
          <w:tab w:val="left" w:pos="142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Комиссия по делам несовершеннолетних и защите их прав при администрации Мглинског района: лица, лишенные родительских прав.</w:t>
      </w:r>
    </w:p>
    <w:p w:rsidR="00D91490" w:rsidRPr="00637578" w:rsidRDefault="00D91490" w:rsidP="00637578">
      <w:pPr>
        <w:pStyle w:val="ListParagraph"/>
        <w:numPr>
          <w:ilvl w:val="0"/>
          <w:numId w:val="7"/>
        </w:numPr>
        <w:tabs>
          <w:tab w:val="left" w:pos="0"/>
          <w:tab w:val="left" w:pos="142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 w:rsidRPr="00637578">
        <w:rPr>
          <w:rFonts w:ascii="Times New Roman" w:hAnsi="Times New Roman"/>
          <w:sz w:val="28"/>
          <w:szCs w:val="28"/>
        </w:rPr>
        <w:t>сотрудник</w:t>
      </w:r>
      <w:r>
        <w:rPr>
          <w:rFonts w:ascii="Times New Roman" w:hAnsi="Times New Roman"/>
          <w:sz w:val="28"/>
          <w:szCs w:val="28"/>
        </w:rPr>
        <w:t>ам</w:t>
      </w:r>
      <w:r w:rsidRPr="00637578">
        <w:rPr>
          <w:rFonts w:ascii="Times New Roman" w:hAnsi="Times New Roman"/>
          <w:sz w:val="28"/>
          <w:szCs w:val="28"/>
        </w:rPr>
        <w:t xml:space="preserve"> вышеуказанных служб и ведомств</w:t>
      </w:r>
      <w:r>
        <w:rPr>
          <w:rFonts w:ascii="Times New Roman" w:hAnsi="Times New Roman"/>
          <w:sz w:val="28"/>
          <w:szCs w:val="28"/>
        </w:rPr>
        <w:t xml:space="preserve"> принимать непосредственное</w:t>
      </w:r>
      <w:r w:rsidRPr="00637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637578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и</w:t>
      </w:r>
      <w:r w:rsidRPr="00637578">
        <w:rPr>
          <w:rFonts w:ascii="Times New Roman" w:hAnsi="Times New Roman"/>
          <w:sz w:val="28"/>
          <w:szCs w:val="28"/>
        </w:rPr>
        <w:t xml:space="preserve"> подворовых обходов указанной категории граждан не реже 1 раза в полугодие. При проведении подворовых обходов задействовать сотрудников ОНД по Мглинскому району.</w:t>
      </w:r>
    </w:p>
    <w:p w:rsidR="00D91490" w:rsidRPr="00637578" w:rsidRDefault="00D91490" w:rsidP="00637578">
      <w:pPr>
        <w:pStyle w:val="ListParagraph"/>
        <w:numPr>
          <w:ilvl w:val="0"/>
          <w:numId w:val="7"/>
        </w:numPr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Данное постановление довести до заинтересованных лиц и разместить на официальном сайте администрации Мглинского района в сети «Интернет».</w:t>
      </w:r>
    </w:p>
    <w:p w:rsidR="00D91490" w:rsidRPr="00637578" w:rsidRDefault="00D91490" w:rsidP="00637578">
      <w:pPr>
        <w:pStyle w:val="ListParagraph"/>
        <w:numPr>
          <w:ilvl w:val="0"/>
          <w:numId w:val="7"/>
        </w:numPr>
        <w:tabs>
          <w:tab w:val="left" w:pos="142"/>
          <w:tab w:val="left" w:pos="993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администрации района по строительству, архитектуре, ЖКХ, транспорту и связи Собченко М.В.</w:t>
      </w: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0" w:firstLine="550"/>
        <w:jc w:val="both"/>
        <w:rPr>
          <w:rFonts w:ascii="Times New Roman" w:hAnsi="Times New Roman"/>
          <w:sz w:val="28"/>
          <w:szCs w:val="28"/>
        </w:rPr>
      </w:pPr>
      <w:r w:rsidRPr="00637578">
        <w:rPr>
          <w:rFonts w:ascii="Times New Roman" w:hAnsi="Times New Roman"/>
          <w:sz w:val="28"/>
          <w:szCs w:val="28"/>
        </w:rPr>
        <w:t>Глава администрации района                                                    А.А.Пущиенко</w:t>
      </w: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0" w:firstLine="550"/>
        <w:jc w:val="both"/>
        <w:rPr>
          <w:rFonts w:ascii="Times New Roman" w:hAnsi="Times New Roman"/>
          <w:sz w:val="26"/>
          <w:szCs w:val="26"/>
        </w:rPr>
      </w:pPr>
      <w:r w:rsidRPr="00637578">
        <w:rPr>
          <w:rFonts w:ascii="Times New Roman" w:hAnsi="Times New Roman"/>
          <w:sz w:val="20"/>
          <w:szCs w:val="20"/>
        </w:rPr>
        <w:t>Собченко М.В.</w:t>
      </w:r>
      <w:r w:rsidRPr="00637578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637578">
        <w:rPr>
          <w:rFonts w:ascii="Times New Roman" w:hAnsi="Times New Roman"/>
          <w:sz w:val="24"/>
          <w:szCs w:val="24"/>
        </w:rPr>
        <w:t xml:space="preserve">Направить: 1. В дело </w:t>
      </w:r>
      <w:r w:rsidRPr="006375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</w:t>
      </w: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0" w:firstLine="550"/>
        <w:jc w:val="both"/>
        <w:rPr>
          <w:rFonts w:ascii="Times New Roman" w:hAnsi="Times New Roman"/>
          <w:sz w:val="26"/>
          <w:szCs w:val="26"/>
        </w:rPr>
      </w:pPr>
      <w:r w:rsidRPr="00637578">
        <w:rPr>
          <w:rFonts w:ascii="Times New Roman" w:hAnsi="Times New Roman"/>
          <w:sz w:val="20"/>
          <w:szCs w:val="20"/>
        </w:rPr>
        <w:t xml:space="preserve">2-18-33 </w:t>
      </w:r>
      <w:r w:rsidRPr="006375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637578">
        <w:rPr>
          <w:rFonts w:ascii="Times New Roman" w:hAnsi="Times New Roman"/>
          <w:sz w:val="26"/>
          <w:szCs w:val="26"/>
        </w:rPr>
        <w:t xml:space="preserve">            </w:t>
      </w:r>
      <w:r w:rsidRPr="00637578">
        <w:rPr>
          <w:rFonts w:ascii="Times New Roman" w:hAnsi="Times New Roman"/>
          <w:sz w:val="24"/>
          <w:szCs w:val="24"/>
        </w:rPr>
        <w:t xml:space="preserve"> 2. По списку</w:t>
      </w:r>
    </w:p>
    <w:p w:rsidR="00D91490" w:rsidRPr="00637578" w:rsidRDefault="00D91490" w:rsidP="00637578">
      <w:pPr>
        <w:pStyle w:val="ListParagraph"/>
        <w:tabs>
          <w:tab w:val="left" w:pos="142"/>
          <w:tab w:val="left" w:pos="993"/>
        </w:tabs>
        <w:spacing w:after="0" w:line="240" w:lineRule="auto"/>
        <w:ind w:left="360" w:firstLine="550"/>
        <w:jc w:val="both"/>
        <w:rPr>
          <w:rFonts w:ascii="Times New Roman" w:hAnsi="Times New Roman"/>
          <w:sz w:val="26"/>
          <w:szCs w:val="26"/>
        </w:rPr>
      </w:pPr>
    </w:p>
    <w:p w:rsidR="00D91490" w:rsidRPr="00637578" w:rsidRDefault="00D91490" w:rsidP="00637578">
      <w:pPr>
        <w:pStyle w:val="ListParagraph"/>
        <w:spacing w:after="0" w:line="24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637578">
        <w:rPr>
          <w:rFonts w:ascii="Times New Roman" w:hAnsi="Times New Roman"/>
          <w:sz w:val="24"/>
          <w:szCs w:val="24"/>
        </w:rPr>
        <w:t xml:space="preserve">Согласовано: </w:t>
      </w:r>
    </w:p>
    <w:p w:rsidR="00D91490" w:rsidRPr="00637578" w:rsidRDefault="00D91490" w:rsidP="00637578">
      <w:pPr>
        <w:pStyle w:val="ListParagraph"/>
        <w:spacing w:after="0" w:line="24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</w:p>
    <w:p w:rsidR="00D91490" w:rsidRPr="00637578" w:rsidRDefault="00D91490" w:rsidP="00637578">
      <w:pPr>
        <w:pStyle w:val="ListParagraph"/>
        <w:spacing w:after="0" w:line="240" w:lineRule="auto"/>
        <w:ind w:left="0" w:firstLine="550"/>
        <w:jc w:val="both"/>
        <w:rPr>
          <w:rFonts w:ascii="Times New Roman" w:hAnsi="Times New Roman"/>
          <w:sz w:val="24"/>
          <w:szCs w:val="24"/>
        </w:rPr>
      </w:pPr>
      <w:r w:rsidRPr="00637578">
        <w:rPr>
          <w:rFonts w:ascii="Times New Roman" w:hAnsi="Times New Roman"/>
          <w:sz w:val="24"/>
          <w:szCs w:val="24"/>
        </w:rPr>
        <w:t xml:space="preserve">Руководитель аппарата, управляющий </w:t>
      </w:r>
    </w:p>
    <w:p w:rsidR="00D91490" w:rsidRPr="00637578" w:rsidRDefault="00D91490" w:rsidP="00637578">
      <w:pPr>
        <w:pStyle w:val="ListParagraph"/>
        <w:spacing w:after="0" w:line="240" w:lineRule="auto"/>
        <w:ind w:left="0" w:firstLine="550"/>
        <w:jc w:val="both"/>
        <w:rPr>
          <w:sz w:val="24"/>
          <w:szCs w:val="24"/>
        </w:rPr>
      </w:pPr>
      <w:r w:rsidRPr="00637578">
        <w:rPr>
          <w:rFonts w:ascii="Times New Roman" w:hAnsi="Times New Roman"/>
          <w:sz w:val="24"/>
          <w:szCs w:val="24"/>
        </w:rPr>
        <w:t>делами администрации района                                                             А.В.Полоник</w:t>
      </w:r>
    </w:p>
    <w:sectPr w:rsidR="00D91490" w:rsidRPr="00637578" w:rsidSect="0023199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593C"/>
    <w:multiLevelType w:val="hybridMultilevel"/>
    <w:tmpl w:val="4BB6EA68"/>
    <w:lvl w:ilvl="0" w:tplc="C4FC84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D86B3A"/>
    <w:multiLevelType w:val="hybridMultilevel"/>
    <w:tmpl w:val="DAD6FFCE"/>
    <w:lvl w:ilvl="0" w:tplc="C4FC843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3AD0EE0"/>
    <w:multiLevelType w:val="hybridMultilevel"/>
    <w:tmpl w:val="9C68C18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79F3FC1"/>
    <w:multiLevelType w:val="hybridMultilevel"/>
    <w:tmpl w:val="0C80E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BA3FA8"/>
    <w:multiLevelType w:val="hybridMultilevel"/>
    <w:tmpl w:val="83B06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2D3638"/>
    <w:multiLevelType w:val="hybridMultilevel"/>
    <w:tmpl w:val="EF88F8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AC34184"/>
    <w:multiLevelType w:val="hybridMultilevel"/>
    <w:tmpl w:val="4F1EA0D2"/>
    <w:lvl w:ilvl="0" w:tplc="00B8FE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836439"/>
    <w:multiLevelType w:val="hybridMultilevel"/>
    <w:tmpl w:val="634AAB7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40F"/>
    <w:rsid w:val="000074A2"/>
    <w:rsid w:val="000309DE"/>
    <w:rsid w:val="000360E0"/>
    <w:rsid w:val="00050061"/>
    <w:rsid w:val="00053887"/>
    <w:rsid w:val="00224414"/>
    <w:rsid w:val="00231995"/>
    <w:rsid w:val="002D76A0"/>
    <w:rsid w:val="00303747"/>
    <w:rsid w:val="00325F7F"/>
    <w:rsid w:val="003858E8"/>
    <w:rsid w:val="003A524E"/>
    <w:rsid w:val="003A68C6"/>
    <w:rsid w:val="00427298"/>
    <w:rsid w:val="00482183"/>
    <w:rsid w:val="004834C6"/>
    <w:rsid w:val="004D4515"/>
    <w:rsid w:val="004E25DD"/>
    <w:rsid w:val="00590738"/>
    <w:rsid w:val="00637578"/>
    <w:rsid w:val="006E526B"/>
    <w:rsid w:val="00735AD4"/>
    <w:rsid w:val="0084085E"/>
    <w:rsid w:val="00894DD3"/>
    <w:rsid w:val="008B7485"/>
    <w:rsid w:val="0098511F"/>
    <w:rsid w:val="009870F1"/>
    <w:rsid w:val="00995EC4"/>
    <w:rsid w:val="009C45EE"/>
    <w:rsid w:val="00AF2916"/>
    <w:rsid w:val="00AF78AD"/>
    <w:rsid w:val="00B33640"/>
    <w:rsid w:val="00B6340F"/>
    <w:rsid w:val="00BA0CE0"/>
    <w:rsid w:val="00C07269"/>
    <w:rsid w:val="00CC78AA"/>
    <w:rsid w:val="00CF4D09"/>
    <w:rsid w:val="00D41763"/>
    <w:rsid w:val="00D91490"/>
    <w:rsid w:val="00DA302B"/>
    <w:rsid w:val="00E84D83"/>
    <w:rsid w:val="00E85195"/>
    <w:rsid w:val="00E92CD3"/>
    <w:rsid w:val="00F33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4C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42729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224414"/>
    <w:pPr>
      <w:ind w:left="720"/>
      <w:contextualSpacing/>
    </w:pPr>
  </w:style>
  <w:style w:type="table" w:styleId="TableGrid">
    <w:name w:val="Table Grid"/>
    <w:basedOn w:val="TableNormal"/>
    <w:uiPriority w:val="99"/>
    <w:rsid w:val="00B33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327</Words>
  <Characters>1865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Makar</cp:lastModifiedBy>
  <cp:revision>9</cp:revision>
  <cp:lastPrinted>2016-02-19T05:05:00Z</cp:lastPrinted>
  <dcterms:created xsi:type="dcterms:W3CDTF">2016-01-14T08:10:00Z</dcterms:created>
  <dcterms:modified xsi:type="dcterms:W3CDTF">2016-03-16T06:10:00Z</dcterms:modified>
</cp:coreProperties>
</file>